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539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B157B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3BA2DF" w14:textId="0BDA27F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5F40">
        <w:rPr>
          <w:rFonts w:ascii="Corbel" w:hAnsi="Corbel"/>
          <w:b/>
          <w:smallCaps/>
          <w:sz w:val="24"/>
          <w:szCs w:val="24"/>
        </w:rPr>
        <w:t>2022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3E5F40">
        <w:rPr>
          <w:rFonts w:ascii="Corbel" w:hAnsi="Corbel"/>
          <w:b/>
          <w:smallCaps/>
          <w:sz w:val="24"/>
          <w:szCs w:val="24"/>
        </w:rPr>
        <w:t>2025</w:t>
      </w:r>
    </w:p>
    <w:p w14:paraId="64E4035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A61725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E5F40">
        <w:rPr>
          <w:rFonts w:ascii="Corbel" w:hAnsi="Corbel"/>
          <w:sz w:val="20"/>
          <w:szCs w:val="20"/>
        </w:rPr>
        <w:t>2023/2024</w:t>
      </w:r>
    </w:p>
    <w:p w14:paraId="276BE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032B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ADB2ED" w14:textId="77777777" w:rsidTr="00B819C8">
        <w:tc>
          <w:tcPr>
            <w:tcW w:w="2694" w:type="dxa"/>
            <w:vAlign w:val="center"/>
          </w:tcPr>
          <w:p w14:paraId="7EA674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C6B229" w14:textId="471202DC"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</w:t>
            </w:r>
            <w:r w:rsidR="003F4EB7"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14:paraId="7FE302D8" w14:textId="77777777" w:rsidTr="00B819C8">
        <w:tc>
          <w:tcPr>
            <w:tcW w:w="2694" w:type="dxa"/>
            <w:vAlign w:val="center"/>
          </w:tcPr>
          <w:p w14:paraId="41B5F4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6D159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6596377B" w14:textId="77777777" w:rsidTr="00B819C8">
        <w:tc>
          <w:tcPr>
            <w:tcW w:w="2694" w:type="dxa"/>
            <w:vAlign w:val="center"/>
          </w:tcPr>
          <w:p w14:paraId="42F11E5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26C667" w14:textId="7D1DB7F2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5A92D07F" w14:textId="77777777" w:rsidTr="00B819C8">
        <w:tc>
          <w:tcPr>
            <w:tcW w:w="2694" w:type="dxa"/>
            <w:vAlign w:val="center"/>
          </w:tcPr>
          <w:p w14:paraId="4EDB504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2E75E" w14:textId="77BF59B0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2EC4E27" w14:textId="77777777" w:rsidTr="00B819C8">
        <w:tc>
          <w:tcPr>
            <w:tcW w:w="2694" w:type="dxa"/>
            <w:vAlign w:val="center"/>
          </w:tcPr>
          <w:p w14:paraId="4D557FB0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5DD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682FE554" w14:textId="77777777" w:rsidTr="00B819C8">
        <w:tc>
          <w:tcPr>
            <w:tcW w:w="2694" w:type="dxa"/>
            <w:vAlign w:val="center"/>
          </w:tcPr>
          <w:p w14:paraId="1E7F1A9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BE65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7944A7A6" w14:textId="77777777" w:rsidTr="00B819C8">
        <w:tc>
          <w:tcPr>
            <w:tcW w:w="2694" w:type="dxa"/>
            <w:vAlign w:val="center"/>
          </w:tcPr>
          <w:p w14:paraId="107DA5EE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5349D8" w14:textId="7826B213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6B63FB69" w14:textId="77777777" w:rsidTr="00B819C8">
        <w:tc>
          <w:tcPr>
            <w:tcW w:w="2694" w:type="dxa"/>
            <w:vAlign w:val="center"/>
          </w:tcPr>
          <w:p w14:paraId="59E096B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03F894" w14:textId="77777777" w:rsidR="003145B2" w:rsidRPr="00993173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F9B7FA3" w14:textId="77777777" w:rsidTr="00B819C8">
        <w:tc>
          <w:tcPr>
            <w:tcW w:w="2694" w:type="dxa"/>
            <w:vAlign w:val="center"/>
          </w:tcPr>
          <w:p w14:paraId="75B0ED71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920376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3E5F4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4395AB5A" w14:textId="77777777" w:rsidTr="00B819C8">
        <w:tc>
          <w:tcPr>
            <w:tcW w:w="2694" w:type="dxa"/>
            <w:vAlign w:val="center"/>
          </w:tcPr>
          <w:p w14:paraId="4B7C6B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3F89C8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42206ED0" w14:textId="77777777" w:rsidTr="00B819C8">
        <w:tc>
          <w:tcPr>
            <w:tcW w:w="2694" w:type="dxa"/>
            <w:vAlign w:val="center"/>
          </w:tcPr>
          <w:p w14:paraId="5FDB7289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C5DF9E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23B3B8CB" w14:textId="77777777" w:rsidTr="00B819C8">
        <w:tc>
          <w:tcPr>
            <w:tcW w:w="2694" w:type="dxa"/>
            <w:vAlign w:val="center"/>
          </w:tcPr>
          <w:p w14:paraId="7148072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47C73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6BBF8104" w14:textId="77777777" w:rsidTr="00B819C8">
        <w:tc>
          <w:tcPr>
            <w:tcW w:w="2694" w:type="dxa"/>
            <w:vAlign w:val="center"/>
          </w:tcPr>
          <w:p w14:paraId="40C515C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1E29D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C56A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9151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B52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9CBB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0D3956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4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6194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C5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A6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D3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D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C1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4B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1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06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37DC2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07B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CB25" w14:textId="7BEB97D3" w:rsidR="00F66565" w:rsidRPr="009C54AE" w:rsidRDefault="006A46AA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9D2" w14:textId="6B7711B6" w:rsidR="00F66565" w:rsidRPr="009C54AE" w:rsidRDefault="006A46AA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664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CD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003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6C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2BC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EB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5B9E" w14:textId="77777777" w:rsidR="00F66565" w:rsidRPr="009C54AE" w:rsidRDefault="00FF71F6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AAA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EF2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38F5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0399F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1F73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8EE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ADA9B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A517D">
        <w:rPr>
          <w:rFonts w:ascii="Corbel" w:hAnsi="Corbel"/>
          <w:smallCaps w:val="0"/>
          <w:szCs w:val="24"/>
          <w:u w:val="single"/>
        </w:rPr>
        <w:t>zaliczenie z oceną</w:t>
      </w:r>
      <w:r w:rsidRPr="00DA517D">
        <w:rPr>
          <w:rFonts w:ascii="Corbel" w:hAnsi="Corbel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855653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8D9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0D4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69651E" w14:textId="77777777" w:rsidTr="00745302">
        <w:tc>
          <w:tcPr>
            <w:tcW w:w="9670" w:type="dxa"/>
          </w:tcPr>
          <w:p w14:paraId="28D7EB44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2C593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EA2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AE473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EF2D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AF632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86978" w:rsidRPr="009C54AE" w14:paraId="50A3E5AA" w14:textId="77777777" w:rsidTr="007F11A4">
        <w:tc>
          <w:tcPr>
            <w:tcW w:w="851" w:type="dxa"/>
            <w:vAlign w:val="center"/>
          </w:tcPr>
          <w:p w14:paraId="487BA8DB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09C3A8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18845E0C" w14:textId="77777777" w:rsidTr="007F11A4">
        <w:tc>
          <w:tcPr>
            <w:tcW w:w="851" w:type="dxa"/>
            <w:vAlign w:val="center"/>
          </w:tcPr>
          <w:p w14:paraId="3AAE783C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2476898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2918A922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21D4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61F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B771B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BDA4A52" w14:textId="77777777" w:rsidTr="0071620A">
        <w:tc>
          <w:tcPr>
            <w:tcW w:w="1701" w:type="dxa"/>
            <w:vAlign w:val="center"/>
          </w:tcPr>
          <w:p w14:paraId="7191D0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FE24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B821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482DFB4D" w14:textId="77777777" w:rsidTr="005E6E85">
        <w:tc>
          <w:tcPr>
            <w:tcW w:w="1701" w:type="dxa"/>
          </w:tcPr>
          <w:p w14:paraId="306209E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E2A867" w14:textId="56522C8E" w:rsidR="008210E9" w:rsidRDefault="008210E9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C229BCA" w14:textId="7F8A8A25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6BF690E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61B4D361" w14:textId="77777777" w:rsidTr="005E6E85">
        <w:tc>
          <w:tcPr>
            <w:tcW w:w="1701" w:type="dxa"/>
          </w:tcPr>
          <w:p w14:paraId="270EA22C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704CB8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3C2DC6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6E427050" w14:textId="77777777" w:rsidTr="005E6E85">
        <w:tc>
          <w:tcPr>
            <w:tcW w:w="1701" w:type="dxa"/>
          </w:tcPr>
          <w:p w14:paraId="711E10E5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7B072C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FCEDEB3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09C251D9" w14:textId="77777777" w:rsidTr="005E6E85">
        <w:tc>
          <w:tcPr>
            <w:tcW w:w="1701" w:type="dxa"/>
          </w:tcPr>
          <w:p w14:paraId="05DB8D80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D01249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5A497F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7ECABA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353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6A3560" w14:textId="6B2DF18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6A46AA">
        <w:rPr>
          <w:rFonts w:ascii="Corbel" w:hAnsi="Corbel"/>
          <w:sz w:val="24"/>
          <w:szCs w:val="24"/>
        </w:rPr>
        <w:t>ćwiczeń</w:t>
      </w:r>
    </w:p>
    <w:p w14:paraId="4E8E98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CCDB4E" w14:textId="77777777" w:rsidTr="00923D7D">
        <w:tc>
          <w:tcPr>
            <w:tcW w:w="9639" w:type="dxa"/>
          </w:tcPr>
          <w:p w14:paraId="4F8198B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1D2B9792" w14:textId="77777777" w:rsidTr="00923D7D">
        <w:tc>
          <w:tcPr>
            <w:tcW w:w="9639" w:type="dxa"/>
          </w:tcPr>
          <w:p w14:paraId="030620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C0E8D91" w14:textId="77777777" w:rsidTr="00923D7D">
        <w:tc>
          <w:tcPr>
            <w:tcW w:w="9639" w:type="dxa"/>
          </w:tcPr>
          <w:p w14:paraId="2C628ED7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56107A5E" w14:textId="77777777" w:rsidTr="00923D7D">
        <w:tc>
          <w:tcPr>
            <w:tcW w:w="9639" w:type="dxa"/>
          </w:tcPr>
          <w:p w14:paraId="3559EE1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7F5A762" w14:textId="77777777" w:rsidTr="00923D7D">
        <w:tc>
          <w:tcPr>
            <w:tcW w:w="9639" w:type="dxa"/>
          </w:tcPr>
          <w:p w14:paraId="51334BF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6DE7D882" w14:textId="77777777" w:rsidTr="00923D7D">
        <w:tc>
          <w:tcPr>
            <w:tcW w:w="9639" w:type="dxa"/>
          </w:tcPr>
          <w:p w14:paraId="662328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625C9AC8" w14:textId="77777777" w:rsidTr="00923D7D">
        <w:tc>
          <w:tcPr>
            <w:tcW w:w="9639" w:type="dxa"/>
          </w:tcPr>
          <w:p w14:paraId="7269DD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572960CD" w14:textId="77777777" w:rsidTr="00923D7D">
        <w:tc>
          <w:tcPr>
            <w:tcW w:w="9639" w:type="dxa"/>
          </w:tcPr>
          <w:p w14:paraId="15AADE9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697389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050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D297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161606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3579E67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73648E1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73AAE1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AA4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A4E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3F8A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27F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2D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E558C1" w14:textId="77777777" w:rsidTr="007B6AF1">
        <w:tc>
          <w:tcPr>
            <w:tcW w:w="1962" w:type="dxa"/>
            <w:vAlign w:val="center"/>
          </w:tcPr>
          <w:p w14:paraId="047B1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88DEE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ADCF1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921201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7E1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5DF3E0BD" w14:textId="77777777" w:rsidTr="007B6AF1">
        <w:tc>
          <w:tcPr>
            <w:tcW w:w="1962" w:type="dxa"/>
          </w:tcPr>
          <w:p w14:paraId="238AB7CF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BA55EB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567EEA6B" w14:textId="57505AA5" w:rsidR="00077389" w:rsidRPr="007B6AF1" w:rsidRDefault="006A46AA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B6AF1" w:rsidRPr="009C54AE" w14:paraId="17EAAABB" w14:textId="77777777" w:rsidTr="007B6AF1">
        <w:tc>
          <w:tcPr>
            <w:tcW w:w="1962" w:type="dxa"/>
          </w:tcPr>
          <w:p w14:paraId="700192A4" w14:textId="77777777"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639192" w14:textId="77777777"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1D44869" w14:textId="2F325A31" w:rsidR="007B6AF1" w:rsidRPr="007B6AF1" w:rsidRDefault="006A46AA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A46AA" w:rsidRPr="009C54AE" w14:paraId="4F71979A" w14:textId="77777777" w:rsidTr="007B6AF1">
        <w:tc>
          <w:tcPr>
            <w:tcW w:w="1962" w:type="dxa"/>
          </w:tcPr>
          <w:p w14:paraId="20A47F75" w14:textId="77777777" w:rsidR="006A46AA" w:rsidRPr="009C54AE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BA75D5" w14:textId="77777777" w:rsidR="006A46AA" w:rsidRPr="00A707E4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9474D69" w14:textId="5F5140EE" w:rsidR="006A46AA" w:rsidRPr="007B6AF1" w:rsidRDefault="006A46AA" w:rsidP="006A46A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A46AA" w:rsidRPr="009C54AE" w14:paraId="24522DDE" w14:textId="77777777" w:rsidTr="007B6AF1">
        <w:tc>
          <w:tcPr>
            <w:tcW w:w="1962" w:type="dxa"/>
          </w:tcPr>
          <w:p w14:paraId="53D1BC58" w14:textId="77777777" w:rsidR="006A46AA" w:rsidRPr="009C54AE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0336E29" w14:textId="77777777" w:rsidR="006A46AA" w:rsidRPr="00A707E4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015EDD7" w14:textId="150E46B6" w:rsidR="006A46AA" w:rsidRPr="007B6AF1" w:rsidRDefault="006A46AA" w:rsidP="006A46A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FB67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109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6B5A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07A08B" w14:textId="77777777" w:rsidTr="00923D7D">
        <w:tc>
          <w:tcPr>
            <w:tcW w:w="9670" w:type="dxa"/>
          </w:tcPr>
          <w:p w14:paraId="60718BA8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62A6D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E8D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DB5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74C30C0" w14:textId="77777777" w:rsidTr="003974E4">
        <w:tc>
          <w:tcPr>
            <w:tcW w:w="4902" w:type="dxa"/>
            <w:vAlign w:val="center"/>
          </w:tcPr>
          <w:p w14:paraId="03EDA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F0253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6EE3CDA7" w14:textId="77777777" w:rsidTr="003974E4">
        <w:tc>
          <w:tcPr>
            <w:tcW w:w="4902" w:type="dxa"/>
          </w:tcPr>
          <w:p w14:paraId="30F6F823" w14:textId="77777777" w:rsidR="00BC5887" w:rsidRPr="001A20A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8" w:type="dxa"/>
          </w:tcPr>
          <w:p w14:paraId="0D9A2E02" w14:textId="77777777"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974E4" w:rsidRPr="009C54AE" w14:paraId="0FF8B78A" w14:textId="77777777" w:rsidTr="003974E4">
        <w:tc>
          <w:tcPr>
            <w:tcW w:w="4902" w:type="dxa"/>
          </w:tcPr>
          <w:p w14:paraId="34557216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06778E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C2559F5" w14:textId="46CD7F69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974E4" w:rsidRPr="009C54AE" w14:paraId="35B9F201" w14:textId="77777777" w:rsidTr="003974E4">
        <w:tc>
          <w:tcPr>
            <w:tcW w:w="4902" w:type="dxa"/>
          </w:tcPr>
          <w:p w14:paraId="53A5F110" w14:textId="145CBAAD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0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0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EE9EA54" w14:textId="0BACA9E1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01DDB0A" w14:textId="14433D7C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18" w:type="dxa"/>
          </w:tcPr>
          <w:p w14:paraId="42417383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3F92E92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7C89E7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468DB83" w14:textId="69C34E37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974E4" w:rsidRPr="009C54AE" w14:paraId="48713DA6" w14:textId="77777777" w:rsidTr="003974E4">
        <w:tc>
          <w:tcPr>
            <w:tcW w:w="4902" w:type="dxa"/>
          </w:tcPr>
          <w:p w14:paraId="3985D9CB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F011AE2" w14:textId="00CEDBB9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974E4" w:rsidRPr="009C54AE" w14:paraId="6A30BAA2" w14:textId="77777777" w:rsidTr="003974E4">
        <w:tc>
          <w:tcPr>
            <w:tcW w:w="4902" w:type="dxa"/>
          </w:tcPr>
          <w:p w14:paraId="3B56D236" w14:textId="77777777" w:rsidR="003974E4" w:rsidRPr="009C54AE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CCB3158" w14:textId="37CEFC0F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74C57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C981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A59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5C4A3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FC1C30" w14:textId="77777777" w:rsidTr="0071620A">
        <w:trPr>
          <w:trHeight w:val="397"/>
        </w:trPr>
        <w:tc>
          <w:tcPr>
            <w:tcW w:w="3544" w:type="dxa"/>
          </w:tcPr>
          <w:p w14:paraId="43D2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33D842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9D5282" w14:textId="77777777" w:rsidTr="0071620A">
        <w:trPr>
          <w:trHeight w:val="397"/>
        </w:trPr>
        <w:tc>
          <w:tcPr>
            <w:tcW w:w="3544" w:type="dxa"/>
          </w:tcPr>
          <w:p w14:paraId="65D250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73B2C0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7308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C08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ABF72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705CC2" w14:textId="77777777" w:rsidTr="0071620A">
        <w:trPr>
          <w:trHeight w:val="397"/>
        </w:trPr>
        <w:tc>
          <w:tcPr>
            <w:tcW w:w="7513" w:type="dxa"/>
          </w:tcPr>
          <w:p w14:paraId="77367D1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6901D2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7778684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lastRenderedPageBreak/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1F1535B8" w14:textId="77777777" w:rsidTr="0071620A">
        <w:trPr>
          <w:trHeight w:val="397"/>
        </w:trPr>
        <w:tc>
          <w:tcPr>
            <w:tcW w:w="7513" w:type="dxa"/>
          </w:tcPr>
          <w:p w14:paraId="34A3486F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71E888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696800A6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55EDD245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1FA88579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0BBAA7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BD0E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EA9D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58DC2" w14:textId="77777777" w:rsidR="00EC7524" w:rsidRDefault="00EC7524" w:rsidP="00C16ABF">
      <w:pPr>
        <w:spacing w:after="0" w:line="240" w:lineRule="auto"/>
      </w:pPr>
      <w:r>
        <w:separator/>
      </w:r>
    </w:p>
  </w:endnote>
  <w:endnote w:type="continuationSeparator" w:id="0">
    <w:p w14:paraId="1FC2579E" w14:textId="77777777" w:rsidR="00EC7524" w:rsidRDefault="00EC75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3D78" w14:textId="77777777" w:rsidR="00EC7524" w:rsidRDefault="00EC7524" w:rsidP="00C16ABF">
      <w:pPr>
        <w:spacing w:after="0" w:line="240" w:lineRule="auto"/>
      </w:pPr>
      <w:r>
        <w:separator/>
      </w:r>
    </w:p>
  </w:footnote>
  <w:footnote w:type="continuationSeparator" w:id="0">
    <w:p w14:paraId="4F724D23" w14:textId="77777777" w:rsidR="00EC7524" w:rsidRDefault="00EC7524" w:rsidP="00C16ABF">
      <w:pPr>
        <w:spacing w:after="0" w:line="240" w:lineRule="auto"/>
      </w:pPr>
      <w:r>
        <w:continuationSeparator/>
      </w:r>
    </w:p>
  </w:footnote>
  <w:footnote w:id="1">
    <w:p w14:paraId="4EF1A2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38657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0A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270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74A9"/>
    <w:rsid w:val="003343CF"/>
    <w:rsid w:val="00346FE9"/>
    <w:rsid w:val="0034759A"/>
    <w:rsid w:val="003503F6"/>
    <w:rsid w:val="003530DD"/>
    <w:rsid w:val="00363F78"/>
    <w:rsid w:val="003974E4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E5F40"/>
    <w:rsid w:val="003F38C0"/>
    <w:rsid w:val="003F4EB7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A46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7F6BF0"/>
    <w:rsid w:val="0081554D"/>
    <w:rsid w:val="0081707E"/>
    <w:rsid w:val="008210E9"/>
    <w:rsid w:val="008449B3"/>
    <w:rsid w:val="0085747A"/>
    <w:rsid w:val="00884922"/>
    <w:rsid w:val="00885F64"/>
    <w:rsid w:val="008917F9"/>
    <w:rsid w:val="008A45F7"/>
    <w:rsid w:val="008A5910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6E29"/>
    <w:rsid w:val="00916188"/>
    <w:rsid w:val="00923D7D"/>
    <w:rsid w:val="009508DF"/>
    <w:rsid w:val="00950DAC"/>
    <w:rsid w:val="00954838"/>
    <w:rsid w:val="00954A07"/>
    <w:rsid w:val="0096631A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A517D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C752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BDF1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1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1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3EA37-FCD7-4612-BABA-A09AFB94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Wiesława Walc</cp:lastModifiedBy>
  <cp:revision>7</cp:revision>
  <cp:lastPrinted>2019-02-06T12:12:00Z</cp:lastPrinted>
  <dcterms:created xsi:type="dcterms:W3CDTF">2022-05-11T15:58:00Z</dcterms:created>
  <dcterms:modified xsi:type="dcterms:W3CDTF">2022-10-15T13:10:00Z</dcterms:modified>
</cp:coreProperties>
</file>